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CDD451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056852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056852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23AF56B5" w:rsidR="00586B18" w:rsidRPr="00586B18" w:rsidRDefault="00735612" w:rsidP="00586B18">
      <w:r>
        <w:rPr>
          <w:noProof/>
        </w:rPr>
        <w:drawing>
          <wp:inline distT="0" distB="0" distL="0" distR="0" wp14:anchorId="189E2F0E" wp14:editId="65390C61">
            <wp:extent cx="5977255" cy="228028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E52A" w14:textId="77777777" w:rsidR="000533B9" w:rsidRDefault="000533B9">
      <w:r>
        <w:separator/>
      </w:r>
    </w:p>
  </w:endnote>
  <w:endnote w:type="continuationSeparator" w:id="0">
    <w:p w14:paraId="4F12CDAA" w14:textId="77777777" w:rsidR="000533B9" w:rsidRDefault="0005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3858" w14:textId="77777777" w:rsidR="000533B9" w:rsidRDefault="000533B9">
      <w:r>
        <w:separator/>
      </w:r>
    </w:p>
  </w:footnote>
  <w:footnote w:type="continuationSeparator" w:id="0">
    <w:p w14:paraId="428D882E" w14:textId="77777777" w:rsidR="000533B9" w:rsidRDefault="00053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461AF37F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>staanplaatsen zonder kraangat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735612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33B9"/>
    <w:rsid w:val="00056852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12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A496C6-F399-40E2-823C-EA7BA40E002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400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2023-12-08T14:00:00Z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